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54" w:rsidRPr="00540EA9" w:rsidRDefault="00041754" w:rsidP="00540EA9">
      <w:pPr>
        <w:jc w:val="center"/>
        <w:rPr>
          <w:rFonts w:ascii="Cheri" w:hAnsi="Cheri"/>
          <w:sz w:val="48"/>
          <w:szCs w:val="48"/>
        </w:rPr>
      </w:pPr>
      <w:r w:rsidRPr="00540EA9">
        <w:rPr>
          <w:rFonts w:ascii="Cheri" w:hAnsi="Cheri"/>
          <w:sz w:val="48"/>
          <w:szCs w:val="48"/>
        </w:rPr>
        <w:t>Who Moved My Cheese?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4"/>
        <w:gridCol w:w="2394"/>
        <w:gridCol w:w="2394"/>
        <w:gridCol w:w="2394"/>
      </w:tblGrid>
      <w:tr w:rsidR="00041754" w:rsidRPr="00FF5837" w:rsidTr="00FF5837"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FF5837">
              <w:rPr>
                <w:rFonts w:ascii="Bradley Hand ITC" w:hAnsi="Bradley Hand ITC"/>
                <w:sz w:val="28"/>
                <w:szCs w:val="28"/>
              </w:rPr>
              <w:t>Key Points from the Book</w:t>
            </w: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FF5837">
              <w:rPr>
                <w:rFonts w:ascii="Bradley Hand ITC" w:hAnsi="Bradley Hand ITC"/>
                <w:sz w:val="28"/>
                <w:szCs w:val="28"/>
              </w:rPr>
              <w:t>Prediction: How will this be addressed in the book</w:t>
            </w: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FF5837">
              <w:rPr>
                <w:rFonts w:ascii="Bradley Hand ITC" w:hAnsi="Bradley Hand ITC"/>
                <w:sz w:val="28"/>
                <w:szCs w:val="28"/>
              </w:rPr>
              <w:t>How will the main characters manage this</w:t>
            </w: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FF5837">
              <w:rPr>
                <w:rFonts w:ascii="Bradley Hand ITC" w:hAnsi="Bradley Hand ITC"/>
                <w:sz w:val="28"/>
                <w:szCs w:val="28"/>
              </w:rPr>
              <w:t>How can you apply this and encourage change in your classroom?</w:t>
            </w:r>
          </w:p>
        </w:tc>
      </w:tr>
      <w:tr w:rsidR="00041754" w:rsidRPr="00FF5837" w:rsidTr="00FF5837"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F5837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Change Happens</w:t>
            </w:r>
            <w:r w:rsidRPr="00FF5837">
              <w:rPr>
                <w:rFonts w:ascii="Footlight MT Light" w:hAnsi="Footlight MT Light"/>
                <w:sz w:val="24"/>
                <w:szCs w:val="24"/>
              </w:rPr>
              <w:t>: They keep moving the cheese</w:t>
            </w:r>
          </w:p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</w:tr>
      <w:tr w:rsidR="00041754" w:rsidRPr="00FF5837" w:rsidTr="00FF5837"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F5837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Anticipate Change</w:t>
            </w:r>
            <w:r w:rsidRPr="00FF5837">
              <w:rPr>
                <w:rFonts w:ascii="Footlight MT Light" w:hAnsi="Footlight MT Light"/>
                <w:sz w:val="24"/>
                <w:szCs w:val="24"/>
              </w:rPr>
              <w:t>: Get ready for the cheese to move</w:t>
            </w:r>
          </w:p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</w:tr>
      <w:tr w:rsidR="00041754" w:rsidRPr="00FF5837" w:rsidTr="00FF5837"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F5837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Monitor Change</w:t>
            </w:r>
            <w:r w:rsidRPr="00FF5837">
              <w:rPr>
                <w:rFonts w:ascii="Footlight MT Light" w:hAnsi="Footlight MT Light"/>
                <w:sz w:val="24"/>
                <w:szCs w:val="24"/>
              </w:rPr>
              <w:t>: Smell the cheese often so you know when it’s getting old</w:t>
            </w: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</w:tr>
      <w:tr w:rsidR="00041754" w:rsidRPr="00FF5837" w:rsidTr="00FF5837"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F5837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Adapt  to Change Quickly:</w:t>
            </w:r>
            <w:r w:rsidRPr="00FF5837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</w:p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F5837">
              <w:rPr>
                <w:rFonts w:ascii="Footlight MT Light" w:hAnsi="Footlight MT Light"/>
                <w:sz w:val="24"/>
                <w:szCs w:val="24"/>
              </w:rPr>
              <w:t>The quicker you get rid of old cheese, the sooner you can enjoy new cheese</w:t>
            </w: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</w:tr>
      <w:tr w:rsidR="00041754" w:rsidRPr="00FF5837" w:rsidTr="00FF5837"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F5837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Change:</w:t>
            </w:r>
            <w:r w:rsidRPr="00FF5837">
              <w:rPr>
                <w:rFonts w:ascii="Footlight MT Light" w:hAnsi="Footlight MT Light"/>
                <w:sz w:val="24"/>
                <w:szCs w:val="24"/>
              </w:rPr>
              <w:t xml:space="preserve"> Move with the cheese</w:t>
            </w:r>
          </w:p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</w:tr>
      <w:tr w:rsidR="00041754" w:rsidRPr="00FF5837" w:rsidTr="00FF5837"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F5837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Enjoy Change</w:t>
            </w:r>
            <w:r w:rsidRPr="00FF5837">
              <w:rPr>
                <w:rFonts w:ascii="Footlight MT Light" w:hAnsi="Footlight MT Light"/>
                <w:sz w:val="24"/>
                <w:szCs w:val="24"/>
              </w:rPr>
              <w:t>: Savor the adventure and enjoy the taste of new cheese</w:t>
            </w: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</w:tr>
      <w:tr w:rsidR="00041754" w:rsidRPr="00FF5837" w:rsidTr="00FF5837"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F5837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 xml:space="preserve">Be Ready to Change Quickly and Enjoy it Again and Again: </w:t>
            </w:r>
            <w:r w:rsidRPr="00FF5837">
              <w:rPr>
                <w:rFonts w:ascii="Footlight MT Light" w:hAnsi="Footlight MT Light"/>
                <w:sz w:val="24"/>
                <w:szCs w:val="24"/>
              </w:rPr>
              <w:t>They keep moving the cheese</w:t>
            </w: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  <w:tc>
          <w:tcPr>
            <w:tcW w:w="2394" w:type="dxa"/>
          </w:tcPr>
          <w:p w:rsidR="00041754" w:rsidRPr="00FF5837" w:rsidRDefault="00041754" w:rsidP="00FF5837">
            <w:pPr>
              <w:spacing w:after="0" w:line="240" w:lineRule="auto"/>
            </w:pPr>
          </w:p>
        </w:tc>
      </w:tr>
    </w:tbl>
    <w:p w:rsidR="00041754" w:rsidRDefault="00041754"/>
    <w:sectPr w:rsidR="00041754" w:rsidSect="00504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754" w:rsidRDefault="00041754" w:rsidP="00F00305">
      <w:pPr>
        <w:spacing w:after="0" w:line="240" w:lineRule="auto"/>
      </w:pPr>
      <w:r>
        <w:separator/>
      </w:r>
    </w:p>
  </w:endnote>
  <w:endnote w:type="continuationSeparator" w:id="0">
    <w:p w:rsidR="00041754" w:rsidRDefault="00041754" w:rsidP="00F00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eri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754" w:rsidRDefault="00041754" w:rsidP="00F00305">
      <w:pPr>
        <w:spacing w:after="0" w:line="240" w:lineRule="auto"/>
      </w:pPr>
      <w:r>
        <w:separator/>
      </w:r>
    </w:p>
  </w:footnote>
  <w:footnote w:type="continuationSeparator" w:id="0">
    <w:p w:rsidR="00041754" w:rsidRDefault="00041754" w:rsidP="00F003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6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C80"/>
    <w:rsid w:val="00041754"/>
    <w:rsid w:val="00074912"/>
    <w:rsid w:val="00444C80"/>
    <w:rsid w:val="00504AE8"/>
    <w:rsid w:val="00540EA9"/>
    <w:rsid w:val="008C200D"/>
    <w:rsid w:val="008C32CB"/>
    <w:rsid w:val="00AC7325"/>
    <w:rsid w:val="00B53A8C"/>
    <w:rsid w:val="00C054C4"/>
    <w:rsid w:val="00D559E5"/>
    <w:rsid w:val="00E80F5C"/>
    <w:rsid w:val="00F00305"/>
    <w:rsid w:val="00F53296"/>
    <w:rsid w:val="00F903A0"/>
    <w:rsid w:val="00FF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AE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44C8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00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0030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00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030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0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03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107</Words>
  <Characters>614</Characters>
  <Application>Microsoft Office Outlook</Application>
  <DocSecurity>0</DocSecurity>
  <Lines>0</Lines>
  <Paragraphs>0</Paragraphs>
  <ScaleCrop>false</ScaleCrop>
  <Company>Nyack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 Moved My Cheese</dc:title>
  <dc:subject/>
  <dc:creator>jrostawanik</dc:creator>
  <cp:keywords/>
  <dc:description/>
  <cp:lastModifiedBy>North Rockland High School</cp:lastModifiedBy>
  <cp:revision>2</cp:revision>
  <cp:lastPrinted>2010-04-23T15:05:00Z</cp:lastPrinted>
  <dcterms:created xsi:type="dcterms:W3CDTF">2010-05-14T12:10:00Z</dcterms:created>
  <dcterms:modified xsi:type="dcterms:W3CDTF">2010-05-14T12:10:00Z</dcterms:modified>
</cp:coreProperties>
</file>